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AC435D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233E4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75pt;margin-top:66pt;width:339.75pt;height:4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Default="00745DCD" w:rsidP="00AC435D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AC435D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AC435D">
                    <w:rPr>
                      <w:b/>
                      <w:color w:val="000000" w:themeColor="text1"/>
                      <w:sz w:val="26"/>
                      <w:szCs w:val="26"/>
                    </w:rPr>
                    <w:t>Hermia</w:t>
                  </w:r>
                  <w:proofErr w:type="spellEnd"/>
                </w:p>
                <w:p w:rsidR="00AC435D" w:rsidRPr="001E4547" w:rsidRDefault="00AC435D" w:rsidP="00AC435D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Info: Daughter to </w:t>
                  </w:r>
                  <w:proofErr w:type="spellStart"/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Egeus</w:t>
                  </w:r>
                  <w:proofErr w:type="spellEnd"/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233E46" w:rsidRPr="00233E46">
        <w:rPr>
          <w:noProof/>
        </w:rPr>
        <w:pict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AC435D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31595" cy="1993588"/>
                        <wp:effectExtent l="19050" t="0" r="1905" b="0"/>
                        <wp:docPr id="1" name="il_fi" descr="http://l.yimg.com/eb/ymv/us/img/hv/photo/movie_pix/fox_searchlight/a_midsummer_night_s_dream/anna_friel/drea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.yimg.com/eb/ymv/us/img/hv/photo/movie_pix/fox_searchlight/a_midsummer_night_s_dream/anna_friel/drea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9935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33E46" w:rsidRPr="00233E46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="00233E46" w:rsidRPr="00233E46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="00233E46" w:rsidRPr="00233E46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AC435D"/>
    <w:rsid w:val="00233E46"/>
    <w:rsid w:val="003E3328"/>
    <w:rsid w:val="00550109"/>
    <w:rsid w:val="005B0ED3"/>
    <w:rsid w:val="00745DCD"/>
    <w:rsid w:val="00AC435D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1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2011-01-26T15:11:00Z</dcterms:created>
  <dcterms:modified xsi:type="dcterms:W3CDTF">2011-01-26T15:12:00Z</dcterms:modified>
</cp:coreProperties>
</file>